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Hlk168891261"/>
    <w:p w:rsidR="00425494" w:rsidRDefault="00F1208A" w:rsidP="00425494">
      <w:pPr>
        <w:tabs>
          <w:tab w:val="left" w:pos="426"/>
        </w:tabs>
        <w:spacing w:after="0" w:line="240" w:lineRule="auto"/>
        <w:ind w:right="23"/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3375660</wp:posOffset>
                </wp:positionH>
                <wp:positionV relativeFrom="paragraph">
                  <wp:posOffset>-300990</wp:posOffset>
                </wp:positionV>
                <wp:extent cx="2768600" cy="1704975"/>
                <wp:effectExtent l="0" t="0" r="12700" b="2857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8600" cy="1704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6FA6" w:rsidRPr="00595AEC" w:rsidRDefault="004E6FA6" w:rsidP="00425494">
                            <w:pPr>
                              <w:pStyle w:val="a3"/>
                              <w:contextualSpacing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Буряад</w:t>
                            </w:r>
                            <w:proofErr w:type="spellEnd"/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Улас</w:t>
                            </w:r>
                            <w:proofErr w:type="spellEnd"/>
                          </w:p>
                          <w:p w:rsidR="004E6FA6" w:rsidRPr="00595AEC" w:rsidRDefault="004E6FA6" w:rsidP="00425494">
                            <w:pPr>
                              <w:pStyle w:val="a3"/>
                              <w:contextualSpacing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«Северобайкальск </w:t>
                            </w:r>
                            <w:proofErr w:type="spellStart"/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хото</w:t>
                            </w:r>
                            <w:proofErr w:type="spellEnd"/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» </w:t>
                            </w:r>
                          </w:p>
                          <w:p w:rsidR="004E6FA6" w:rsidRPr="000D2539" w:rsidRDefault="004E6FA6" w:rsidP="000D2539">
                            <w:pPr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гэhэн</w:t>
                            </w:r>
                            <w:proofErr w:type="spellEnd"/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нютаг</w:t>
                            </w:r>
                            <w:r w:rsidR="008A1C75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ай</w:t>
                            </w:r>
                            <w:proofErr w:type="spellEnd"/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засагай</w:t>
                            </w:r>
                            <w:proofErr w:type="spellEnd"/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байгууламжын</w:t>
                            </w:r>
                            <w:proofErr w:type="spellEnd"/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37200D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З</w:t>
                            </w:r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ахиргаан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«</w:t>
                            </w:r>
                            <w:proofErr w:type="spellStart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Хотын</w:t>
                            </w:r>
                            <w:proofErr w:type="spellEnd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ажахы</w:t>
                            </w:r>
                            <w:proofErr w:type="spellEnd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хүтэлхэ</w:t>
                            </w:r>
                            <w:proofErr w:type="spellEnd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талаар</w:t>
                            </w:r>
                            <w:proofErr w:type="spellEnd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хороон</w:t>
                            </w:r>
                            <w:proofErr w:type="spellEnd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» </w:t>
                            </w:r>
                            <w:proofErr w:type="spellStart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гэhэн</w:t>
                            </w:r>
                            <w:proofErr w:type="spellEnd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нютагай</w:t>
                            </w:r>
                            <w:proofErr w:type="spellEnd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засагай</w:t>
                            </w:r>
                            <w:proofErr w:type="spellEnd"/>
                            <w:r w:rsid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hангай</w:t>
                            </w:r>
                            <w:proofErr w:type="spellEnd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эмхи</w:t>
                            </w:r>
                            <w:proofErr w:type="spellEnd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зургаан</w:t>
                            </w:r>
                            <w:proofErr w:type="spellEnd"/>
                          </w:p>
                          <w:p w:rsidR="004E6FA6" w:rsidRPr="007664E7" w:rsidRDefault="004E6FA6" w:rsidP="00425494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left:0;text-align:left;margin-left:265.8pt;margin-top:-23.7pt;width:218pt;height:13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" strokecolor="white">
                <v:textbox>
                  <w:txbxContent>
                    <w:p w:rsidR="004E6FA6" w:rsidRPr="00595AEC" w:rsidRDefault="004E6FA6" w:rsidP="00425494">
                      <w:pPr>
                        <w:pStyle w:val="a3"/>
                        <w:contextualSpacing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Буряад</w:t>
                      </w:r>
                      <w:proofErr w:type="spellEnd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Улас</w:t>
                      </w:r>
                      <w:proofErr w:type="spellEnd"/>
                    </w:p>
                    <w:p w:rsidR="004E6FA6" w:rsidRPr="00595AEC" w:rsidRDefault="004E6FA6" w:rsidP="00425494">
                      <w:pPr>
                        <w:pStyle w:val="a3"/>
                        <w:contextualSpacing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«Северобайкальск </w:t>
                      </w:r>
                      <w:proofErr w:type="spellStart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хото</w:t>
                      </w:r>
                      <w:proofErr w:type="spellEnd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» </w:t>
                      </w:r>
                    </w:p>
                    <w:p w:rsidR="004E6FA6" w:rsidRPr="000D2539" w:rsidRDefault="004E6FA6" w:rsidP="000D2539">
                      <w:pPr>
                        <w:jc w:val="center"/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гэhэн</w:t>
                      </w:r>
                      <w:proofErr w:type="spellEnd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нютаг</w:t>
                      </w:r>
                      <w:r w:rsidR="008A1C75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ай</w:t>
                      </w:r>
                      <w:proofErr w:type="spellEnd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засагай</w:t>
                      </w:r>
                      <w:proofErr w:type="spellEnd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байгууламжын</w:t>
                      </w:r>
                      <w:proofErr w:type="spellEnd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37200D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З</w:t>
                      </w:r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ахиргаан</w:t>
                      </w:r>
                      <w:proofErr w:type="spellEnd"/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«</w:t>
                      </w:r>
                      <w:proofErr w:type="spellStart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Хотын</w:t>
                      </w:r>
                      <w:proofErr w:type="spellEnd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ажахы</w:t>
                      </w:r>
                      <w:proofErr w:type="spellEnd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хүтэлхэ</w:t>
                      </w:r>
                      <w:proofErr w:type="spellEnd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талаар</w:t>
                      </w:r>
                      <w:proofErr w:type="spellEnd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хороон</w:t>
                      </w:r>
                      <w:proofErr w:type="spellEnd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 xml:space="preserve">» </w:t>
                      </w:r>
                      <w:proofErr w:type="spellStart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гэhэн</w:t>
                      </w:r>
                      <w:proofErr w:type="spellEnd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нютагай</w:t>
                      </w:r>
                      <w:proofErr w:type="spellEnd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засагай</w:t>
                      </w:r>
                      <w:proofErr w:type="spellEnd"/>
                      <w:r w:rsid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hангай</w:t>
                      </w:r>
                      <w:proofErr w:type="spellEnd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эмхи</w:t>
                      </w:r>
                      <w:proofErr w:type="spellEnd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зургаан</w:t>
                      </w:r>
                      <w:proofErr w:type="spellEnd"/>
                    </w:p>
                    <w:p w:rsidR="004E6FA6" w:rsidRPr="007664E7" w:rsidRDefault="004E6FA6" w:rsidP="00425494">
                      <w:pPr>
                        <w:pStyle w:val="a3"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-300990</wp:posOffset>
                </wp:positionV>
                <wp:extent cx="2733040" cy="1724025"/>
                <wp:effectExtent l="0" t="0" r="10160" b="2857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33040" cy="1724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6FA6" w:rsidRPr="00424FA8" w:rsidRDefault="004E6FA6" w:rsidP="00425494">
                            <w:pPr>
                              <w:pStyle w:val="a3"/>
                              <w:contextualSpacing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424FA8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Республика Бурятия</w:t>
                            </w:r>
                          </w:p>
                          <w:p w:rsidR="004E6FA6" w:rsidRDefault="004E6FA6" w:rsidP="00425494">
                            <w:pPr>
                              <w:pStyle w:val="a3"/>
                              <w:contextualSpacing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Администрация муниципального образования «город Северобайкальск»</w:t>
                            </w:r>
                          </w:p>
                          <w:p w:rsidR="004E6FA6" w:rsidRDefault="004E6FA6" w:rsidP="00425494">
                            <w:pPr>
                              <w:pStyle w:val="a3"/>
                              <w:contextualSpacing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B26339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Муниципальное казенное учреждение «Комитет </w:t>
                            </w:r>
                          </w:p>
                          <w:p w:rsidR="004E6FA6" w:rsidRPr="007664E7" w:rsidRDefault="004E6FA6" w:rsidP="00425494">
                            <w:pPr>
                              <w:pStyle w:val="a3"/>
                              <w:contextualSpacing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B26339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по управлению городским хозяйством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  <w:p w:rsidR="004E6FA6" w:rsidRDefault="004E6FA6" w:rsidP="00425494">
                            <w:pPr>
                              <w:ind w:left="567" w:hanging="567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7" style="position:absolute;left:0;text-align:left;margin-left:0;margin-top:-23.7pt;width:215.2pt;height:135.7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" strokecolor="white">
                <v:textbox>
                  <w:txbxContent>
                    <w:p w:rsidR="004E6FA6" w:rsidRPr="00424FA8" w:rsidRDefault="004E6FA6" w:rsidP="00425494">
                      <w:pPr>
                        <w:pStyle w:val="a3"/>
                        <w:contextualSpacing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 w:rsidRPr="00424FA8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Республика Бурятия</w:t>
                      </w:r>
                    </w:p>
                    <w:p w:rsidR="004E6FA6" w:rsidRDefault="004E6FA6" w:rsidP="00425494">
                      <w:pPr>
                        <w:pStyle w:val="a3"/>
                        <w:contextualSpacing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Администрация муниципального образования «город Северобайкальск»</w:t>
                      </w:r>
                    </w:p>
                    <w:p w:rsidR="004E6FA6" w:rsidRDefault="004E6FA6" w:rsidP="00425494">
                      <w:pPr>
                        <w:pStyle w:val="a3"/>
                        <w:contextualSpacing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 w:rsidRPr="00B26339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Муниципальное казенное учреждение «Комитет </w:t>
                      </w:r>
                    </w:p>
                    <w:p w:rsidR="004E6FA6" w:rsidRPr="007664E7" w:rsidRDefault="004E6FA6" w:rsidP="00425494">
                      <w:pPr>
                        <w:pStyle w:val="a3"/>
                        <w:contextualSpacing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 w:rsidRPr="00B26339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по управлению городским хозяйством</w:t>
                      </w: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»</w:t>
                      </w:r>
                    </w:p>
                    <w:p w:rsidR="004E6FA6" w:rsidRDefault="004E6FA6" w:rsidP="00425494">
                      <w:pPr>
                        <w:ind w:left="567" w:hanging="567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C51DF0">
        <w:rPr>
          <w:noProof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26.25pt;margin-top:-28.5pt;width:47.8pt;height:57.95pt;z-index:251661312;mso-position-horizontal-relative:text;mso-position-vertical-relative:text">
            <v:imagedata r:id="rId4" o:title=""/>
          </v:shape>
          <o:OLEObject Type="Embed" ProgID="CorelDraw.Graphic.8" ShapeID="_x0000_s1028" DrawAspect="Content" ObjectID="_1812182612" r:id="rId5"/>
        </w:object>
      </w:r>
    </w:p>
    <w:p w:rsidR="00425494" w:rsidRDefault="00425494" w:rsidP="00425494">
      <w:pPr>
        <w:spacing w:after="0" w:line="240" w:lineRule="auto"/>
        <w:ind w:right="23"/>
        <w:jc w:val="center"/>
        <w:rPr>
          <w:rFonts w:ascii="Times New Roman" w:hAnsi="Times New Roman"/>
          <w:sz w:val="28"/>
          <w:szCs w:val="28"/>
        </w:rPr>
      </w:pPr>
    </w:p>
    <w:p w:rsidR="00425494" w:rsidRDefault="00425494" w:rsidP="00425494">
      <w:pPr>
        <w:pStyle w:val="ConsPlusNormal"/>
        <w:spacing w:line="276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25494" w:rsidRDefault="00425494" w:rsidP="001A5F24">
      <w:pPr>
        <w:pBdr>
          <w:bottom w:val="single" w:sz="12" w:space="0" w:color="auto"/>
        </w:pBdr>
        <w:tabs>
          <w:tab w:val="left" w:pos="7335"/>
        </w:tabs>
      </w:pPr>
    </w:p>
    <w:p w:rsidR="00425494" w:rsidRDefault="00425494" w:rsidP="001A5F24">
      <w:pPr>
        <w:pBdr>
          <w:bottom w:val="single" w:sz="12" w:space="0" w:color="auto"/>
        </w:pBdr>
        <w:tabs>
          <w:tab w:val="left" w:pos="7335"/>
        </w:tabs>
      </w:pPr>
    </w:p>
    <w:p w:rsidR="00425494" w:rsidRDefault="00425494" w:rsidP="001A5F24">
      <w:pPr>
        <w:pBdr>
          <w:bottom w:val="single" w:sz="12" w:space="0" w:color="auto"/>
        </w:pBdr>
        <w:tabs>
          <w:tab w:val="left" w:pos="7335"/>
        </w:tabs>
      </w:pPr>
    </w:p>
    <w:p w:rsidR="005A2DEB" w:rsidRDefault="005A2DEB" w:rsidP="005A2DEB">
      <w:pPr>
        <w:contextualSpacing/>
        <w:jc w:val="center"/>
        <w:rPr>
          <w:rFonts w:ascii="Times New Roman" w:hAnsi="Times New Roman"/>
          <w:sz w:val="24"/>
          <w:szCs w:val="24"/>
        </w:rPr>
      </w:pPr>
      <w:r w:rsidRPr="00A55868">
        <w:rPr>
          <w:rFonts w:ascii="Times New Roman" w:hAnsi="Times New Roman"/>
          <w:sz w:val="24"/>
          <w:szCs w:val="24"/>
        </w:rPr>
        <w:t>Ленинградский пр., д.7, 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55868">
        <w:rPr>
          <w:rFonts w:ascii="Times New Roman" w:hAnsi="Times New Roman"/>
          <w:sz w:val="24"/>
          <w:szCs w:val="24"/>
        </w:rPr>
        <w:t>Северобайкальск, Республика Бурятия, 671700</w:t>
      </w:r>
    </w:p>
    <w:p w:rsidR="005A2DEB" w:rsidRDefault="005A2DEB" w:rsidP="005A2DEB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тел.8(30130)</w:t>
      </w:r>
      <w:r w:rsidR="00CE493E">
        <w:rPr>
          <w:rFonts w:ascii="Times New Roman" w:eastAsia="Times New Roman" w:hAnsi="Times New Roman"/>
          <w:sz w:val="24"/>
          <w:szCs w:val="24"/>
          <w:lang w:eastAsia="ru-RU"/>
        </w:rPr>
        <w:t xml:space="preserve"> 2-46-18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9216E8">
        <w:rPr>
          <w:rFonts w:ascii="Times New Roman" w:eastAsia="Times New Roman" w:hAnsi="Times New Roman"/>
          <w:sz w:val="24"/>
          <w:szCs w:val="24"/>
          <w:lang w:eastAsia="ru-RU"/>
        </w:rPr>
        <w:t>факс 8 (30130) 2-</w:t>
      </w:r>
      <w:r w:rsidR="00CE493E">
        <w:rPr>
          <w:rFonts w:ascii="Times New Roman" w:eastAsia="Times New Roman" w:hAnsi="Times New Roman"/>
          <w:sz w:val="24"/>
          <w:szCs w:val="24"/>
          <w:lang w:eastAsia="ru-RU"/>
        </w:rPr>
        <w:t>46</w:t>
      </w:r>
      <w:r w:rsidRPr="009216E8">
        <w:rPr>
          <w:rFonts w:ascii="Times New Roman" w:eastAsia="Times New Roman" w:hAnsi="Times New Roman"/>
          <w:sz w:val="24"/>
          <w:szCs w:val="24"/>
          <w:lang w:eastAsia="ru-RU"/>
        </w:rPr>
        <w:t>-1</w:t>
      </w:r>
      <w:r w:rsidR="00CE493E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5A2DEB">
        <w:rPr>
          <w:rFonts w:ascii="Times New Roman" w:eastAsia="Times New Roman" w:hAnsi="Times New Roman"/>
          <w:sz w:val="24"/>
          <w:szCs w:val="24"/>
          <w:lang w:eastAsia="ru-RU"/>
        </w:rPr>
        <w:t>komitet-sbk@mail.ru</w:t>
      </w:r>
    </w:p>
    <w:p w:rsidR="005A2DEB" w:rsidRPr="00E26DB4" w:rsidRDefault="001A5F24" w:rsidP="005A2DEB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/>
          <w:color w:val="4F6228"/>
          <w:sz w:val="24"/>
          <w:szCs w:val="24"/>
          <w:lang w:eastAsia="ru-RU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column">
                  <wp:posOffset>-34290</wp:posOffset>
                </wp:positionH>
                <wp:positionV relativeFrom="paragraph">
                  <wp:posOffset>217170</wp:posOffset>
                </wp:positionV>
                <wp:extent cx="3143250" cy="752475"/>
                <wp:effectExtent l="0" t="0" r="19050" b="28575"/>
                <wp:wrapSquare wrapText="bothSides"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0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6FA6" w:rsidRPr="00E3629F" w:rsidRDefault="004E6FA6" w:rsidP="005A2DEB">
                            <w:pPr>
                              <w:widowControl w:val="0"/>
                              <w:autoSpaceDE w:val="0"/>
                              <w:autoSpaceDN w:val="0"/>
                              <w:spacing w:after="0"/>
                              <w:jc w:val="both"/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>_______202</w:t>
                            </w:r>
                            <w:r w:rsidR="009665EA"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>5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г.</w:t>
                            </w:r>
                            <w:r w:rsidRPr="00E3629F"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№___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>__________</w:t>
                            </w:r>
                          </w:p>
                          <w:p w:rsidR="004E6FA6" w:rsidRPr="00E3629F" w:rsidRDefault="004E6FA6" w:rsidP="005A2DEB">
                            <w:pPr>
                              <w:widowControl w:val="0"/>
                              <w:autoSpaceDE w:val="0"/>
                              <w:autoSpaceDN w:val="0"/>
                              <w:spacing w:after="0"/>
                              <w:jc w:val="both"/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</w:t>
                            </w:r>
                            <w:r w:rsidRPr="00E3629F"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на № 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>_________</w:t>
                            </w:r>
                            <w:r w:rsidRPr="00E3629F"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от 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>___________г.</w:t>
                            </w:r>
                            <w:r w:rsidRPr="00E3629F"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</w:t>
                            </w:r>
                          </w:p>
                          <w:p w:rsidR="00F04AF4" w:rsidRDefault="00F04AF4" w:rsidP="00F04AF4">
                            <w:pPr>
                              <w:spacing w:after="0"/>
                              <w:rPr>
                                <w:rFonts w:ascii="Times New Roman" w:hAnsi="Times New Roman"/>
                                <w:i/>
                              </w:rPr>
                            </w:pPr>
                          </w:p>
                          <w:p w:rsidR="004E6FA6" w:rsidRPr="00F04AF4" w:rsidRDefault="00F04AF4" w:rsidP="005A2DEB">
                            <w:pPr>
                              <w:rPr>
                                <w:rFonts w:ascii="Times New Roman" w:hAnsi="Times New Roman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F04AF4">
                              <w:rPr>
                                <w:rFonts w:ascii="Times New Roman" w:hAnsi="Times New Roman"/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8" type="#_x0000_t202" style="position:absolute;left:0;text-align:left;margin-left:-2.7pt;margin-top:17.1pt;width:247.5pt;height:59.2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" strokecolor="white">
                <v:textbox>
                  <w:txbxContent>
                    <w:p w:rsidR="004E6FA6" w:rsidRPr="00E3629F" w:rsidRDefault="004E6FA6" w:rsidP="005A2DEB">
                      <w:pPr>
                        <w:widowControl w:val="0"/>
                        <w:autoSpaceDE w:val="0"/>
                        <w:autoSpaceDN w:val="0"/>
                        <w:spacing w:after="0"/>
                        <w:jc w:val="both"/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>_______202</w:t>
                      </w:r>
                      <w:r w:rsidR="009665EA"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>5</w:t>
                      </w:r>
                      <w:r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 xml:space="preserve"> г.</w:t>
                      </w:r>
                      <w:r w:rsidRPr="00E3629F"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 xml:space="preserve"> №___</w:t>
                      </w:r>
                      <w:r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>__________</w:t>
                      </w:r>
                    </w:p>
                    <w:p w:rsidR="004E6FA6" w:rsidRPr="00E3629F" w:rsidRDefault="004E6FA6" w:rsidP="005A2DEB">
                      <w:pPr>
                        <w:widowControl w:val="0"/>
                        <w:autoSpaceDE w:val="0"/>
                        <w:autoSpaceDN w:val="0"/>
                        <w:spacing w:after="0"/>
                        <w:jc w:val="both"/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 xml:space="preserve"> </w:t>
                      </w:r>
                      <w:r w:rsidRPr="00E3629F"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 xml:space="preserve">на № </w:t>
                      </w:r>
                      <w:r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>_________</w:t>
                      </w:r>
                      <w:r w:rsidRPr="00E3629F"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 xml:space="preserve"> от </w:t>
                      </w:r>
                      <w:r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>___________г.</w:t>
                      </w:r>
                      <w:r w:rsidRPr="00E3629F"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 xml:space="preserve"> </w:t>
                      </w:r>
                    </w:p>
                    <w:p w:rsidR="00F04AF4" w:rsidRDefault="00F04AF4" w:rsidP="00F04AF4">
                      <w:pPr>
                        <w:spacing w:after="0"/>
                        <w:rPr>
                          <w:rFonts w:ascii="Times New Roman" w:hAnsi="Times New Roman"/>
                          <w:i/>
                        </w:rPr>
                      </w:pPr>
                    </w:p>
                    <w:p w:rsidR="004E6FA6" w:rsidRPr="00F04AF4" w:rsidRDefault="00F04AF4" w:rsidP="005A2DEB">
                      <w:pPr>
                        <w:rPr>
                          <w:rFonts w:ascii="Times New Roman" w:hAnsi="Times New Roman"/>
                          <w:color w:val="FF0000"/>
                          <w:sz w:val="28"/>
                          <w:szCs w:val="28"/>
                        </w:rPr>
                      </w:pPr>
                      <w:r w:rsidRPr="00F04AF4">
                        <w:rPr>
                          <w:rFonts w:ascii="Times New Roman" w:hAnsi="Times New Roman"/>
                          <w:i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C2E44">
        <w:rPr>
          <w:rFonts w:ascii="Times New Roman" w:eastAsia="Times New Roman" w:hAnsi="Times New Roman"/>
          <w:noProof/>
          <w:color w:val="4F6228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3518535</wp:posOffset>
                </wp:positionH>
                <wp:positionV relativeFrom="paragraph">
                  <wp:posOffset>169545</wp:posOffset>
                </wp:positionV>
                <wp:extent cx="2957195" cy="752475"/>
                <wp:effectExtent l="0" t="0" r="14605" b="28575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7195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640A" w:rsidRDefault="00CA640A" w:rsidP="00CA640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CA640A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Директору газеты</w:t>
                            </w:r>
                          </w:p>
                          <w:p w:rsidR="00CA640A" w:rsidRPr="00CA640A" w:rsidRDefault="00CA640A" w:rsidP="00CA640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CA640A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«Северный Байкал»</w:t>
                            </w:r>
                          </w:p>
                          <w:p w:rsidR="004814DE" w:rsidRPr="00E55A8D" w:rsidRDefault="00CA640A" w:rsidP="00CA640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CA640A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Я.В.Сариной</w:t>
                            </w:r>
                            <w:proofErr w:type="spellEnd"/>
                            <w:r w:rsidR="005E456D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4" o:spid="_x0000_s1029" type="#_x0000_t202" style="position:absolute;left:0;text-align:left;margin-left:277.05pt;margin-top:13.35pt;width:232.85pt;height:59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" strokecolor="white">
                <v:textbox>
                  <w:txbxContent>
                    <w:p w:rsidR="00CA640A" w:rsidRDefault="00CA640A" w:rsidP="00CA640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CA640A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Директору газеты</w:t>
                      </w:r>
                    </w:p>
                    <w:p w:rsidR="00CA640A" w:rsidRPr="00CA640A" w:rsidRDefault="00CA640A" w:rsidP="00CA640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CA640A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«Северный Байкал»</w:t>
                      </w:r>
                    </w:p>
                    <w:p w:rsidR="004814DE" w:rsidRPr="00E55A8D" w:rsidRDefault="00CA640A" w:rsidP="00CA640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proofErr w:type="spellStart"/>
                      <w:r w:rsidRPr="00CA640A">
                        <w:rPr>
                          <w:rFonts w:ascii="Times New Roman" w:hAnsi="Times New Roman"/>
                          <w:sz w:val="28"/>
                          <w:szCs w:val="28"/>
                        </w:rPr>
                        <w:t>Я.В.Сариной</w:t>
                      </w:r>
                      <w:proofErr w:type="spellEnd"/>
                      <w:r w:rsidR="005E456D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</w:p>
    <w:p w:rsidR="005A2DEB" w:rsidRDefault="005A2DEB" w:rsidP="005A2DEB">
      <w:pPr>
        <w:spacing w:after="0" w:line="240" w:lineRule="auto"/>
        <w:ind w:right="23"/>
        <w:jc w:val="center"/>
        <w:rPr>
          <w:rFonts w:ascii="Times New Roman" w:hAnsi="Times New Roman"/>
          <w:bCs/>
          <w:sz w:val="28"/>
          <w:szCs w:val="28"/>
        </w:rPr>
      </w:pPr>
    </w:p>
    <w:p w:rsidR="005A2DEB" w:rsidRDefault="005A2DEB" w:rsidP="005A2DEB">
      <w:pPr>
        <w:spacing w:after="0" w:line="240" w:lineRule="auto"/>
        <w:ind w:right="23"/>
        <w:jc w:val="center"/>
        <w:rPr>
          <w:rFonts w:ascii="Times New Roman" w:hAnsi="Times New Roman"/>
          <w:bCs/>
          <w:sz w:val="28"/>
          <w:szCs w:val="28"/>
        </w:rPr>
      </w:pPr>
    </w:p>
    <w:p w:rsidR="005A2DEB" w:rsidRDefault="005A2DEB" w:rsidP="005A2DEB">
      <w:pPr>
        <w:spacing w:after="0" w:line="240" w:lineRule="auto"/>
        <w:ind w:right="23"/>
        <w:jc w:val="center"/>
        <w:rPr>
          <w:rFonts w:ascii="Times New Roman" w:hAnsi="Times New Roman"/>
          <w:bCs/>
          <w:sz w:val="28"/>
          <w:szCs w:val="28"/>
        </w:rPr>
      </w:pPr>
    </w:p>
    <w:bookmarkEnd w:id="0"/>
    <w:p w:rsidR="00C04ABE" w:rsidRDefault="00C04ABE" w:rsidP="00425494">
      <w:pPr>
        <w:ind w:right="-1"/>
        <w:rPr>
          <w:rFonts w:ascii="Times New Roman" w:hAnsi="Times New Roman"/>
          <w:spacing w:val="-5"/>
          <w:sz w:val="32"/>
          <w:szCs w:val="32"/>
        </w:rPr>
      </w:pPr>
    </w:p>
    <w:p w:rsidR="00CA640A" w:rsidRPr="00FF51D3" w:rsidRDefault="00CA640A" w:rsidP="00CA640A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FF51D3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Администрация МО «город Северобайкальск» </w:t>
      </w:r>
    </w:p>
    <w:p w:rsidR="00CA640A" w:rsidRPr="00FF51D3" w:rsidRDefault="00CA640A" w:rsidP="00CA640A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FF51D3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информирует о возможности предоставления земельных участков </w:t>
      </w:r>
    </w:p>
    <w:p w:rsidR="00CA640A" w:rsidRPr="00FF51D3" w:rsidRDefault="00CA640A" w:rsidP="00CA640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A640A" w:rsidRPr="00FF51D3" w:rsidRDefault="00CA640A" w:rsidP="001A5F2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 xml:space="preserve">Граждане, заинтересованные в предоставлении земельного участка для указанных в настоящем извещении целей, вправе в течение тридцати дней соответственно со дня опубликования и размещения извещения подать в администрацию МО «город Северобайкальск» заявления о намерении участвовать в аукционе по продаже такого земельного участка или аукционе на право заключения договора </w:t>
      </w:r>
      <w:r w:rsidR="007B20EA">
        <w:rPr>
          <w:rFonts w:ascii="Times New Roman" w:eastAsia="Times New Roman" w:hAnsi="Times New Roman"/>
          <w:sz w:val="20"/>
          <w:szCs w:val="20"/>
          <w:lang w:eastAsia="ru-RU"/>
        </w:rPr>
        <w:t>купли-продажи</w:t>
      </w:r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 xml:space="preserve"> такого земельного участка. </w:t>
      </w:r>
    </w:p>
    <w:p w:rsidR="00CA640A" w:rsidRDefault="00CA640A" w:rsidP="001A5F2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>Способ подачи заявления: лично, либо через представителя в письменном виде, по адресу: Республика Бурятия, г. Северобайкальск, пр. Ленинградский, д.7, каб. 202, с понедельника по четверг 8-00 до 17-00, пятница с 8-00 до 12-00, тел. (30130) 2-15-33, (30130) 2-70-35, в форме электронных документов с использованием информационно-телекоммуникационной сети «Интернет» на сайте:</w:t>
      </w:r>
      <w:r w:rsidR="00077E10" w:rsidRPr="00077E10">
        <w:t xml:space="preserve"> </w:t>
      </w:r>
      <w:hyperlink r:id="rId6" w:history="1">
        <w:r w:rsidR="00077E10" w:rsidRPr="00B73B51">
          <w:rPr>
            <w:rStyle w:val="a4"/>
            <w:rFonts w:ascii="Times New Roman" w:eastAsia="Times New Roman" w:hAnsi="Times New Roman"/>
            <w:sz w:val="20"/>
            <w:szCs w:val="20"/>
            <w:lang w:eastAsia="ru-RU"/>
          </w:rPr>
          <w:t>https://severobajkalsk-r81.gosweb.gosuslugi.ru/</w:t>
        </w:r>
      </w:hyperlink>
      <w:r w:rsidR="00077E1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 xml:space="preserve">на </w:t>
      </w:r>
      <w:r w:rsidRPr="00FF51D3">
        <w:rPr>
          <w:rFonts w:ascii="Times New Roman" w:eastAsia="Times New Roman" w:hAnsi="Times New Roman"/>
          <w:sz w:val="20"/>
          <w:szCs w:val="20"/>
          <w:lang w:val="en-US" w:eastAsia="ru-RU"/>
        </w:rPr>
        <w:t>e</w:t>
      </w:r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>-</w:t>
      </w:r>
      <w:r w:rsidRPr="00FF51D3">
        <w:rPr>
          <w:rFonts w:ascii="Times New Roman" w:eastAsia="Times New Roman" w:hAnsi="Times New Roman"/>
          <w:sz w:val="20"/>
          <w:szCs w:val="20"/>
          <w:lang w:val="en-US" w:eastAsia="ru-RU"/>
        </w:rPr>
        <w:t>mail</w:t>
      </w:r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 xml:space="preserve">: </w:t>
      </w:r>
      <w:hyperlink r:id="rId7" w:history="1">
        <w:r w:rsidR="007B20EA" w:rsidRPr="00AF5AC4">
          <w:rPr>
            <w:rStyle w:val="a4"/>
            <w:rFonts w:ascii="Times New Roman" w:eastAsia="Times New Roman" w:hAnsi="Times New Roman"/>
            <w:sz w:val="20"/>
            <w:szCs w:val="20"/>
            <w:lang w:val="en-US" w:eastAsia="ru-RU"/>
          </w:rPr>
          <w:t>komitet</w:t>
        </w:r>
        <w:r w:rsidR="007B20EA" w:rsidRPr="00AF5AC4">
          <w:rPr>
            <w:rStyle w:val="a4"/>
            <w:rFonts w:ascii="Times New Roman" w:eastAsia="Times New Roman" w:hAnsi="Times New Roman"/>
            <w:sz w:val="20"/>
            <w:szCs w:val="20"/>
            <w:lang w:eastAsia="ru-RU"/>
          </w:rPr>
          <w:t>-</w:t>
        </w:r>
        <w:r w:rsidR="007B20EA" w:rsidRPr="00AF5AC4">
          <w:rPr>
            <w:rStyle w:val="a4"/>
            <w:rFonts w:ascii="Times New Roman" w:eastAsia="Times New Roman" w:hAnsi="Times New Roman"/>
            <w:sz w:val="20"/>
            <w:szCs w:val="20"/>
            <w:lang w:val="en-US" w:eastAsia="ru-RU"/>
          </w:rPr>
          <w:t>sbk</w:t>
        </w:r>
        <w:r w:rsidR="007B20EA" w:rsidRPr="00AF5AC4">
          <w:rPr>
            <w:rStyle w:val="a4"/>
            <w:rFonts w:ascii="Times New Roman" w:eastAsia="Times New Roman" w:hAnsi="Times New Roman"/>
            <w:sz w:val="20"/>
            <w:szCs w:val="20"/>
            <w:lang w:eastAsia="ru-RU"/>
          </w:rPr>
          <w:t>@</w:t>
        </w:r>
        <w:r w:rsidR="007B20EA" w:rsidRPr="00AF5AC4">
          <w:rPr>
            <w:rStyle w:val="a4"/>
            <w:rFonts w:ascii="Times New Roman" w:eastAsia="Times New Roman" w:hAnsi="Times New Roman"/>
            <w:sz w:val="20"/>
            <w:szCs w:val="20"/>
            <w:lang w:val="en-US" w:eastAsia="ru-RU"/>
          </w:rPr>
          <w:t>mail</w:t>
        </w:r>
        <w:r w:rsidR="007B20EA" w:rsidRPr="00AF5AC4">
          <w:rPr>
            <w:rStyle w:val="a4"/>
            <w:rFonts w:ascii="Times New Roman" w:eastAsia="Times New Roman" w:hAnsi="Times New Roman"/>
            <w:sz w:val="20"/>
            <w:szCs w:val="20"/>
            <w:lang w:eastAsia="ru-RU"/>
          </w:rPr>
          <w:t>.</w:t>
        </w:r>
        <w:proofErr w:type="spellStart"/>
        <w:r w:rsidR="007B20EA" w:rsidRPr="00AF5AC4">
          <w:rPr>
            <w:rStyle w:val="a4"/>
            <w:rFonts w:ascii="Times New Roman" w:eastAsia="Times New Roman" w:hAnsi="Times New Roman"/>
            <w:sz w:val="20"/>
            <w:szCs w:val="20"/>
            <w:lang w:val="en-US" w:eastAsia="ru-RU"/>
          </w:rPr>
          <w:t>ru</w:t>
        </w:r>
        <w:proofErr w:type="spellEnd"/>
      </w:hyperlink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7B20EA" w:rsidRPr="00FF51D3" w:rsidRDefault="007B20EA" w:rsidP="00CA640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A640A" w:rsidRPr="00FF51D3" w:rsidRDefault="00CA640A" w:rsidP="00CA640A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>Дата и время начала и окончания приема заявлений:</w:t>
      </w:r>
    </w:p>
    <w:p w:rsidR="00CA640A" w:rsidRPr="00FF51D3" w:rsidRDefault="00CA640A" w:rsidP="00CA640A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 xml:space="preserve">с </w:t>
      </w:r>
      <w:r w:rsidR="00C51DF0">
        <w:rPr>
          <w:rFonts w:ascii="Times New Roman" w:eastAsia="Times New Roman" w:hAnsi="Times New Roman"/>
          <w:sz w:val="20"/>
          <w:szCs w:val="20"/>
          <w:lang w:eastAsia="ru-RU"/>
        </w:rPr>
        <w:t>25</w:t>
      </w:r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="00F74AE9">
        <w:rPr>
          <w:rFonts w:ascii="Times New Roman" w:eastAsia="Times New Roman" w:hAnsi="Times New Roman"/>
          <w:sz w:val="20"/>
          <w:szCs w:val="20"/>
          <w:lang w:eastAsia="ru-RU"/>
        </w:rPr>
        <w:t>06</w:t>
      </w:r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>.202</w:t>
      </w:r>
      <w:r w:rsidR="007E3185" w:rsidRPr="00FF51D3">
        <w:rPr>
          <w:rFonts w:ascii="Times New Roman" w:eastAsia="Times New Roman" w:hAnsi="Times New Roman"/>
          <w:sz w:val="20"/>
          <w:szCs w:val="20"/>
          <w:lang w:eastAsia="ru-RU"/>
        </w:rPr>
        <w:t>5</w:t>
      </w:r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 xml:space="preserve">г. по </w:t>
      </w:r>
      <w:r w:rsidR="00C51DF0">
        <w:rPr>
          <w:rFonts w:ascii="Times New Roman" w:eastAsia="Times New Roman" w:hAnsi="Times New Roman"/>
          <w:sz w:val="20"/>
          <w:szCs w:val="20"/>
          <w:lang w:eastAsia="ru-RU"/>
        </w:rPr>
        <w:t>25</w:t>
      </w:r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="00F74AE9">
        <w:rPr>
          <w:rFonts w:ascii="Times New Roman" w:eastAsia="Times New Roman" w:hAnsi="Times New Roman"/>
          <w:sz w:val="20"/>
          <w:szCs w:val="20"/>
          <w:lang w:eastAsia="ru-RU"/>
        </w:rPr>
        <w:t>07</w:t>
      </w:r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>.2025г., до 1</w:t>
      </w:r>
      <w:r w:rsidR="00077E10">
        <w:rPr>
          <w:rFonts w:ascii="Times New Roman" w:eastAsia="Times New Roman" w:hAnsi="Times New Roman"/>
          <w:sz w:val="20"/>
          <w:szCs w:val="20"/>
          <w:lang w:eastAsia="ru-RU"/>
        </w:rPr>
        <w:t>7</w:t>
      </w:r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>-00 ч. по местному времени</w:t>
      </w:r>
    </w:p>
    <w:p w:rsidR="00CA640A" w:rsidRPr="00FF51D3" w:rsidRDefault="00CA640A" w:rsidP="00CA640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A640A" w:rsidRPr="00FF51D3" w:rsidRDefault="00CA640A" w:rsidP="00CA640A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>Описание местоположения земельного участка:</w:t>
      </w:r>
    </w:p>
    <w:p w:rsidR="00CA640A" w:rsidRPr="00FF51D3" w:rsidRDefault="00CA640A" w:rsidP="00CA640A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A8541E" w:rsidRDefault="00E43082" w:rsidP="00A8541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E43082">
        <w:rPr>
          <w:rFonts w:ascii="Times New Roman" w:eastAsia="Times New Roman" w:hAnsi="Times New Roman"/>
          <w:sz w:val="20"/>
          <w:szCs w:val="20"/>
          <w:lang w:eastAsia="ru-RU"/>
        </w:rPr>
        <w:t xml:space="preserve">- Республика Бурятия, г. Северобайкальск, ул. </w:t>
      </w:r>
      <w:r w:rsidR="00C51DF0">
        <w:rPr>
          <w:rFonts w:ascii="Times New Roman" w:eastAsia="Times New Roman" w:hAnsi="Times New Roman"/>
          <w:sz w:val="20"/>
          <w:szCs w:val="20"/>
          <w:lang w:eastAsia="ru-RU"/>
        </w:rPr>
        <w:t>Промышленная, 17</w:t>
      </w:r>
      <w:r w:rsidRPr="00E43082">
        <w:rPr>
          <w:rFonts w:ascii="Times New Roman" w:eastAsia="Times New Roman" w:hAnsi="Times New Roman"/>
          <w:sz w:val="20"/>
          <w:szCs w:val="20"/>
          <w:lang w:eastAsia="ru-RU"/>
        </w:rPr>
        <w:t xml:space="preserve">. </w:t>
      </w:r>
      <w:bookmarkStart w:id="1" w:name="_Hlk200373618"/>
      <w:r w:rsidRPr="00E43082">
        <w:rPr>
          <w:rFonts w:ascii="Times New Roman" w:eastAsia="Times New Roman" w:hAnsi="Times New Roman"/>
          <w:sz w:val="20"/>
          <w:szCs w:val="20"/>
          <w:lang w:eastAsia="ru-RU"/>
        </w:rPr>
        <w:t xml:space="preserve">Примерная площадь земельного участка в соответствии со схемой расположения земельного участка: </w:t>
      </w:r>
      <w:r w:rsidR="00C51DF0">
        <w:rPr>
          <w:rFonts w:ascii="Times New Roman" w:eastAsia="Times New Roman" w:hAnsi="Times New Roman"/>
          <w:sz w:val="20"/>
          <w:szCs w:val="20"/>
          <w:lang w:eastAsia="ru-RU"/>
        </w:rPr>
        <w:t>984</w:t>
      </w:r>
      <w:r w:rsidRPr="00E43082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proofErr w:type="spellStart"/>
      <w:r w:rsidRPr="00E43082">
        <w:rPr>
          <w:rFonts w:ascii="Times New Roman" w:eastAsia="Times New Roman" w:hAnsi="Times New Roman"/>
          <w:sz w:val="20"/>
          <w:szCs w:val="20"/>
          <w:lang w:eastAsia="ru-RU"/>
        </w:rPr>
        <w:t>кв.м</w:t>
      </w:r>
      <w:proofErr w:type="spellEnd"/>
      <w:r w:rsidRPr="00E43082">
        <w:rPr>
          <w:rFonts w:ascii="Times New Roman" w:eastAsia="Times New Roman" w:hAnsi="Times New Roman"/>
          <w:sz w:val="20"/>
          <w:szCs w:val="20"/>
          <w:lang w:eastAsia="ru-RU"/>
        </w:rPr>
        <w:t>. Разрешенное использование: для индивидуального жилищного строительства.</w:t>
      </w:r>
    </w:p>
    <w:bookmarkEnd w:id="1"/>
    <w:p w:rsidR="007032B2" w:rsidRDefault="007032B2" w:rsidP="00A8541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51DF0" w:rsidRDefault="00C51DF0" w:rsidP="00A8541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A640A" w:rsidRPr="00FF51D3" w:rsidRDefault="00CA640A" w:rsidP="00CA640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>Со схемой расположения земельных участков, можно ознакомиться по адресу: г. Северобайкальск, пр. Ленинградский, 7, каб. 202, а также на сайте администрации:</w:t>
      </w:r>
      <w:r w:rsidR="00077E1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hyperlink r:id="rId8" w:history="1">
        <w:r w:rsidR="00077E10" w:rsidRPr="00B73B51">
          <w:rPr>
            <w:rStyle w:val="a4"/>
            <w:rFonts w:ascii="Times New Roman" w:eastAsia="Times New Roman" w:hAnsi="Times New Roman"/>
            <w:sz w:val="20"/>
            <w:szCs w:val="20"/>
            <w:lang w:eastAsia="ru-RU"/>
          </w:rPr>
          <w:t>https://severobajkalsk-r81.gosweb.gosuslugi.ru/</w:t>
        </w:r>
      </w:hyperlink>
      <w:r w:rsidR="00077E1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 xml:space="preserve"> (Деятельность-городское</w:t>
      </w:r>
      <w:r w:rsidR="00077E1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>хозяйство-земельные отношения-извещения).</w:t>
      </w:r>
    </w:p>
    <w:p w:rsidR="00F8534D" w:rsidRDefault="00F8534D" w:rsidP="00CA640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51DF0" w:rsidRDefault="00C51DF0" w:rsidP="00CA640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51DF0" w:rsidRDefault="00C51DF0" w:rsidP="00CA640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51DF0" w:rsidRDefault="00C51DF0" w:rsidP="00CA640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51DF0" w:rsidRDefault="00C51DF0" w:rsidP="00CA640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51DF0" w:rsidRDefault="00C51DF0" w:rsidP="00CA640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51DF0" w:rsidRDefault="00C51DF0" w:rsidP="00CA640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51DF0" w:rsidRDefault="00C51DF0" w:rsidP="00CA640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51DF0" w:rsidRDefault="00C51DF0" w:rsidP="00CA640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51DF0" w:rsidRDefault="00C51DF0" w:rsidP="00CA640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51DF0" w:rsidRDefault="00C51DF0" w:rsidP="00CA640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51DF0" w:rsidRPr="00FF51D3" w:rsidRDefault="00C51DF0" w:rsidP="00CA640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2" w:name="_GoBack"/>
      <w:bookmarkEnd w:id="2"/>
    </w:p>
    <w:p w:rsidR="00CA640A" w:rsidRPr="00FF51D3" w:rsidRDefault="00CA640A" w:rsidP="00CA640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 xml:space="preserve">Исп. </w:t>
      </w:r>
      <w:proofErr w:type="spellStart"/>
      <w:r w:rsidR="00F74AE9">
        <w:rPr>
          <w:rFonts w:ascii="Times New Roman" w:eastAsia="Times New Roman" w:hAnsi="Times New Roman"/>
          <w:sz w:val="20"/>
          <w:szCs w:val="20"/>
          <w:lang w:eastAsia="ru-RU"/>
        </w:rPr>
        <w:t>Вырупаева</w:t>
      </w:r>
      <w:proofErr w:type="spellEnd"/>
      <w:r w:rsidR="00F74AE9">
        <w:rPr>
          <w:rFonts w:ascii="Times New Roman" w:eastAsia="Times New Roman" w:hAnsi="Times New Roman"/>
          <w:sz w:val="20"/>
          <w:szCs w:val="20"/>
          <w:lang w:eastAsia="ru-RU"/>
        </w:rPr>
        <w:t xml:space="preserve"> Марина Сергеевна</w:t>
      </w:r>
    </w:p>
    <w:p w:rsidR="00CA640A" w:rsidRPr="00FF51D3" w:rsidRDefault="00CA640A" w:rsidP="00FF51D3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>2-</w:t>
      </w:r>
      <w:r w:rsidR="00F74AE9">
        <w:rPr>
          <w:rFonts w:ascii="Times New Roman" w:eastAsia="Times New Roman" w:hAnsi="Times New Roman"/>
          <w:sz w:val="20"/>
          <w:szCs w:val="20"/>
          <w:lang w:eastAsia="ru-RU"/>
        </w:rPr>
        <w:t>15</w:t>
      </w:r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>-</w:t>
      </w:r>
      <w:r w:rsidR="00F74AE9">
        <w:rPr>
          <w:rFonts w:ascii="Times New Roman" w:eastAsia="Times New Roman" w:hAnsi="Times New Roman"/>
          <w:sz w:val="20"/>
          <w:szCs w:val="20"/>
          <w:lang w:eastAsia="ru-RU"/>
        </w:rPr>
        <w:t>33</w:t>
      </w:r>
    </w:p>
    <w:sectPr w:rsidR="00CA640A" w:rsidRPr="00FF51D3" w:rsidSect="005A2DE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480"/>
    <w:rsid w:val="000652CA"/>
    <w:rsid w:val="00077E10"/>
    <w:rsid w:val="00093157"/>
    <w:rsid w:val="000D2539"/>
    <w:rsid w:val="00131659"/>
    <w:rsid w:val="00170CEB"/>
    <w:rsid w:val="00197C64"/>
    <w:rsid w:val="001A3CA2"/>
    <w:rsid w:val="001A5F24"/>
    <w:rsid w:val="001D2CCA"/>
    <w:rsid w:val="0021407B"/>
    <w:rsid w:val="00217C48"/>
    <w:rsid w:val="0023490D"/>
    <w:rsid w:val="002B6B4F"/>
    <w:rsid w:val="0031341E"/>
    <w:rsid w:val="00362772"/>
    <w:rsid w:val="0037200D"/>
    <w:rsid w:val="00392E97"/>
    <w:rsid w:val="003F7E03"/>
    <w:rsid w:val="00425494"/>
    <w:rsid w:val="00433AC3"/>
    <w:rsid w:val="004814DE"/>
    <w:rsid w:val="004832E8"/>
    <w:rsid w:val="004E6FA6"/>
    <w:rsid w:val="005672A2"/>
    <w:rsid w:val="005928E8"/>
    <w:rsid w:val="005A2DEB"/>
    <w:rsid w:val="005E456D"/>
    <w:rsid w:val="005F20EB"/>
    <w:rsid w:val="00615F98"/>
    <w:rsid w:val="00666ED9"/>
    <w:rsid w:val="006C2E44"/>
    <w:rsid w:val="006D5A35"/>
    <w:rsid w:val="007032B2"/>
    <w:rsid w:val="007B20EA"/>
    <w:rsid w:val="007B66FA"/>
    <w:rsid w:val="007E3185"/>
    <w:rsid w:val="008A1C75"/>
    <w:rsid w:val="008D20B0"/>
    <w:rsid w:val="008F59FF"/>
    <w:rsid w:val="00903D8A"/>
    <w:rsid w:val="009665EA"/>
    <w:rsid w:val="00967EB0"/>
    <w:rsid w:val="00972362"/>
    <w:rsid w:val="00992243"/>
    <w:rsid w:val="009C7C07"/>
    <w:rsid w:val="009D6CDC"/>
    <w:rsid w:val="00A053E3"/>
    <w:rsid w:val="00A21623"/>
    <w:rsid w:val="00A32820"/>
    <w:rsid w:val="00A4329B"/>
    <w:rsid w:val="00A8541E"/>
    <w:rsid w:val="00A85806"/>
    <w:rsid w:val="00A9142E"/>
    <w:rsid w:val="00AE4BF1"/>
    <w:rsid w:val="00BA2012"/>
    <w:rsid w:val="00C04ABE"/>
    <w:rsid w:val="00C51DF0"/>
    <w:rsid w:val="00C54EE2"/>
    <w:rsid w:val="00CA640A"/>
    <w:rsid w:val="00CB7FA5"/>
    <w:rsid w:val="00CD4BE2"/>
    <w:rsid w:val="00CE493E"/>
    <w:rsid w:val="00D45DE1"/>
    <w:rsid w:val="00DA26E2"/>
    <w:rsid w:val="00DB79E9"/>
    <w:rsid w:val="00DD7480"/>
    <w:rsid w:val="00E43082"/>
    <w:rsid w:val="00E55A8D"/>
    <w:rsid w:val="00EF2AD2"/>
    <w:rsid w:val="00EF3D53"/>
    <w:rsid w:val="00F04AF4"/>
    <w:rsid w:val="00F1208A"/>
    <w:rsid w:val="00F27BDD"/>
    <w:rsid w:val="00F34BDF"/>
    <w:rsid w:val="00F74AE9"/>
    <w:rsid w:val="00F8534D"/>
    <w:rsid w:val="00FF5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782C916E"/>
  <w15:docId w15:val="{889E7515-5BE5-4D31-A1C1-1E02A9FA6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1341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254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ConsPlusNormal0">
    <w:name w:val="ConsPlusNormal Знак"/>
    <w:link w:val="ConsPlusNormal"/>
    <w:locked/>
    <w:rsid w:val="00425494"/>
    <w:rPr>
      <w:rFonts w:ascii="Calibri" w:eastAsia="Times New Roman" w:hAnsi="Calibri" w:cs="Calibri"/>
      <w:lang w:eastAsia="ru-RU"/>
    </w:rPr>
  </w:style>
  <w:style w:type="paragraph" w:styleId="a3">
    <w:name w:val="No Spacing"/>
    <w:uiPriority w:val="1"/>
    <w:qFormat/>
    <w:rsid w:val="00425494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uiPriority w:val="99"/>
    <w:unhideWhenUsed/>
    <w:rsid w:val="005A2DEB"/>
    <w:rPr>
      <w:color w:val="0000FF"/>
      <w:u w:val="single"/>
    </w:rPr>
  </w:style>
  <w:style w:type="paragraph" w:customStyle="1" w:styleId="1">
    <w:name w:val="Абзац списка1"/>
    <w:basedOn w:val="a"/>
    <w:qFormat/>
    <w:rsid w:val="00CD4BE2"/>
    <w:pPr>
      <w:suppressAutoHyphens/>
      <w:spacing w:after="0" w:line="240" w:lineRule="auto"/>
      <w:ind w:left="720"/>
      <w:contextualSpacing/>
    </w:pPr>
    <w:rPr>
      <w:rFonts w:cs="Calibri"/>
      <w:lang w:val="en-US" w:eastAsia="zh-CN"/>
    </w:rPr>
  </w:style>
  <w:style w:type="character" w:styleId="a5">
    <w:name w:val="Unresolved Mention"/>
    <w:basedOn w:val="a0"/>
    <w:uiPriority w:val="99"/>
    <w:semiHidden/>
    <w:unhideWhenUsed/>
    <w:rsid w:val="007B20EA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F74AE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verobajkalsk-r81.gosweb.gosuslugi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komitet-sbk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everobajkalsk-r81.gosweb.gosuslugi.ru/" TargetMode="External"/><Relationship Id="rId5" Type="http://schemas.openxmlformats.org/officeDocument/2006/relationships/oleObject" Target="embeddings/oleObject1.bin"/><Relationship Id="rId10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50;&#1059;&#1043;&#1061;%20&#1089;&#1077;&#1082;&#1088;&#1077;&#1090;&#1072;&#1088;&#1100;\Documents\&#1053;&#1072;&#1089;&#1090;&#1088;&#1072;&#1080;&#1074;&#1072;&#1077;&#1084;&#1099;&#1077;%20&#1096;&#1072;&#1073;&#1083;&#1086;&#1085;&#1099;%20Office\&#1056;%20&#1040;%20&#1057;%20&#1055;%20&#1054;%20&#1056;%20&#1071;%20&#1046;%20&#1045;%20&#1053;%20&#1048;%20&#1045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Р А С П О Р Я Ж Е Н И Е.dotx</Template>
  <TotalTime>2055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КУГХ секретарь</dc:creator>
  <cp:keywords/>
  <dc:description/>
  <cp:lastModifiedBy>КУГХ земля 5</cp:lastModifiedBy>
  <cp:revision>53</cp:revision>
  <cp:lastPrinted>2025-06-09T07:31:00Z</cp:lastPrinted>
  <dcterms:created xsi:type="dcterms:W3CDTF">2021-11-08T01:12:00Z</dcterms:created>
  <dcterms:modified xsi:type="dcterms:W3CDTF">2025-06-23T03:17:00Z</dcterms:modified>
</cp:coreProperties>
</file>