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494" w:rsidRDefault="00F1208A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bookmarkStart w:id="0" w:name="_Hlk168891261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-300990</wp:posOffset>
                </wp:positionV>
                <wp:extent cx="2768600" cy="1704975"/>
                <wp:effectExtent l="0" t="0" r="1270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5.8pt;margin-top:-23.7pt;width:218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-300990</wp:posOffset>
                </wp:positionV>
                <wp:extent cx="2733040" cy="172402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0;margin-top:-23.7pt;width:215.2pt;height:135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85806"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810989692" r:id="rId5"/>
        </w:objec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1A5F24">
      <w:pPr>
        <w:pBdr>
          <w:bottom w:val="single" w:sz="12" w:space="0" w:color="auto"/>
        </w:pBdr>
        <w:tabs>
          <w:tab w:val="left" w:pos="7335"/>
        </w:tabs>
      </w:pPr>
    </w:p>
    <w:p w:rsidR="00425494" w:rsidRDefault="00425494" w:rsidP="001A5F24">
      <w:pPr>
        <w:pBdr>
          <w:bottom w:val="single" w:sz="12" w:space="0" w:color="auto"/>
        </w:pBdr>
        <w:tabs>
          <w:tab w:val="left" w:pos="7335"/>
        </w:tabs>
      </w:pPr>
    </w:p>
    <w:p w:rsidR="00425494" w:rsidRDefault="00425494" w:rsidP="001A5F24">
      <w:pPr>
        <w:pBdr>
          <w:bottom w:val="single" w:sz="12" w:space="0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1A5F2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217170</wp:posOffset>
                </wp:positionV>
                <wp:extent cx="3143250" cy="752475"/>
                <wp:effectExtent l="0" t="0" r="19050" b="2857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9665EA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-2.7pt;margin-top:17.1pt;width:247.5pt;height:5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9665EA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5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2E44"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169545</wp:posOffset>
                </wp:positionV>
                <wp:extent cx="2957195" cy="752475"/>
                <wp:effectExtent l="0" t="0" r="14605" b="285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</w:t>
                            </w:r>
                          </w:p>
                          <w:p w:rsidR="00CA640A" w:rsidRP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«Северный Байкал»</w:t>
                            </w:r>
                          </w:p>
                          <w:p w:rsidR="004814DE" w:rsidRPr="00E55A8D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  <w:r w:rsidR="005E456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9" type="#_x0000_t202" style="position:absolute;left:0;text-align:left;margin-left:277.05pt;margin-top:13.35pt;width:232.8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" strokecolor="white">
                <v:textbox>
                  <w:txbxContent>
                    <w:p w:rsid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</w:t>
                      </w:r>
                    </w:p>
                    <w:p w:rsidR="00CA640A" w:rsidRP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«Северный Байкал»</w:t>
                      </w:r>
                    </w:p>
                    <w:p w:rsidR="004814DE" w:rsidRPr="00E55A8D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  <w:r w:rsidR="005E456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04ABE" w:rsidRDefault="00C04ABE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Администрация МО «город Северобайкальск» 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информирует о возможности предоставления земельных участков 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1A5F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</w:t>
      </w:r>
      <w:r w:rsidR="007B20EA">
        <w:rPr>
          <w:rFonts w:ascii="Times New Roman" w:eastAsia="Times New Roman" w:hAnsi="Times New Roman"/>
          <w:sz w:val="20"/>
          <w:szCs w:val="20"/>
          <w:lang w:eastAsia="ru-RU"/>
        </w:rPr>
        <w:t>купли-продажи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такого земельного участка. </w:t>
      </w:r>
    </w:p>
    <w:p w:rsidR="00CA640A" w:rsidRDefault="00CA640A" w:rsidP="001A5F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Способ подачи заявления: лично, либо через представителя в письменном виде, по адресу: Республика Бурятия, г. Северобайкальск, пр. Ленинградский, д.7, каб. 202, с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</w:t>
      </w:r>
      <w:r w:rsidR="00077E10" w:rsidRPr="00077E10">
        <w:t xml:space="preserve"> </w:t>
      </w:r>
      <w:hyperlink r:id="rId6" w:history="1">
        <w:r w:rsidR="00077E10" w:rsidRPr="00B73B51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https://severobajkalsk-r81.gosweb.gosuslugi.ru/</w:t>
        </w:r>
      </w:hyperlink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на 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e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FF51D3">
        <w:rPr>
          <w:rFonts w:ascii="Times New Roman" w:eastAsia="Times New Roman" w:hAnsi="Times New Roman"/>
          <w:sz w:val="20"/>
          <w:szCs w:val="20"/>
          <w:lang w:val="en-US" w:eastAsia="ru-RU"/>
        </w:rPr>
        <w:t>mail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hyperlink r:id="rId7" w:history="1"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komitet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-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sbk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@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mail</w:t>
        </w:r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.</w:t>
        </w:r>
        <w:proofErr w:type="spellStart"/>
        <w:r w:rsidR="007B20EA" w:rsidRPr="00AF5AC4">
          <w:rPr>
            <w:rStyle w:val="a4"/>
            <w:rFonts w:ascii="Times New Roman" w:eastAsia="Times New Roman" w:hAnsi="Times New Roman"/>
            <w:sz w:val="20"/>
            <w:szCs w:val="20"/>
            <w:lang w:val="en-US" w:eastAsia="ru-RU"/>
          </w:rPr>
          <w:t>ru</w:t>
        </w:r>
        <w:proofErr w:type="spellEnd"/>
      </w:hyperlink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B20EA" w:rsidRPr="00FF51D3" w:rsidRDefault="007B20E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Дата и время начала и окончания приема заявлений: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с </w:t>
      </w:r>
      <w:r w:rsidR="006D5A35"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.202</w:t>
      </w:r>
      <w:r w:rsidR="007E3185" w:rsidRPr="00FF51D3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г. по </w:t>
      </w:r>
      <w:r w:rsidR="006D5A35"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07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.2025г., до 1</w:t>
      </w:r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-00 ч. по местному времени</w:t>
      </w:r>
    </w:p>
    <w:p w:rsidR="00CA640A" w:rsidRPr="00FF51D3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Описание местоположения земельного участка:</w:t>
      </w:r>
    </w:p>
    <w:p w:rsidR="00CA640A" w:rsidRPr="00FF51D3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541E" w:rsidRDefault="00E43082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Рабочая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bookmarkStart w:id="1" w:name="_Hlk200373618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Примерная площадь земельного участка в соответствии со схемой расположения земельного участка: 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500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. Разрешенное использование: для индивидуального жилищного строительства.</w:t>
      </w:r>
    </w:p>
    <w:bookmarkEnd w:id="1"/>
    <w:p w:rsidR="00A8541E" w:rsidRDefault="0031341E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Тыйская</w:t>
      </w:r>
      <w:proofErr w:type="spellEnd"/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Кадастровый номер: 03:23:010316:603,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площадью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1362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>.  Разрешенное использование: для индивидуального жилищного строительства.</w:t>
      </w:r>
    </w:p>
    <w:p w:rsidR="0031341E" w:rsidRDefault="0031341E" w:rsidP="00313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Геологическая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Кадастровый номер: 03:23:010316:436,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площадью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1340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.  Разрешенное использование: для индивидуального жилищного строительства.</w:t>
      </w:r>
    </w:p>
    <w:p w:rsidR="009C7C07" w:rsidRDefault="009C7C07" w:rsidP="009C7C0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ул.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Нийская</w:t>
      </w:r>
      <w:proofErr w:type="spellEnd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Кадастровый номер: 03:23:010</w:t>
      </w:r>
      <w:r w:rsidR="00DB79E9">
        <w:rPr>
          <w:rFonts w:ascii="Times New Roman" w:eastAsia="Times New Roman" w:hAnsi="Times New Roman"/>
          <w:sz w:val="20"/>
          <w:szCs w:val="20"/>
          <w:lang w:eastAsia="ru-RU"/>
        </w:rPr>
        <w:t>580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DB79E9">
        <w:rPr>
          <w:rFonts w:ascii="Times New Roman" w:eastAsia="Times New Roman" w:hAnsi="Times New Roman"/>
          <w:sz w:val="20"/>
          <w:szCs w:val="20"/>
          <w:lang w:eastAsia="ru-RU"/>
        </w:rPr>
        <w:t>368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площадью</w:t>
      </w:r>
      <w:r w:rsidRPr="0031341E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  <w:r w:rsidR="00DB79E9">
        <w:rPr>
          <w:rFonts w:ascii="Times New Roman" w:eastAsia="Times New Roman" w:hAnsi="Times New Roman"/>
          <w:sz w:val="20"/>
          <w:szCs w:val="20"/>
          <w:lang w:eastAsia="ru-RU"/>
        </w:rPr>
        <w:t>792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>. Разрешенное использование: для индивидуального жилищного строительства.</w:t>
      </w:r>
    </w:p>
    <w:p w:rsidR="008F59FF" w:rsidRDefault="008F59FF" w:rsidP="008F59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Бурятия, г. Северобайкальск, </w:t>
      </w:r>
      <w:r w:rsidR="00A21623" w:rsidRPr="00A21623">
        <w:rPr>
          <w:rFonts w:ascii="Times New Roman" w:hAnsi="Times New Roman"/>
          <w:color w:val="292C2F"/>
          <w:sz w:val="20"/>
          <w:szCs w:val="20"/>
          <w:shd w:val="clear" w:color="auto" w:fill="F8F8F8"/>
        </w:rPr>
        <w:t xml:space="preserve">территория ТСН Многодетная семья, </w:t>
      </w:r>
      <w:proofErr w:type="spellStart"/>
      <w:r w:rsidR="00A21623" w:rsidRPr="00A21623">
        <w:rPr>
          <w:rFonts w:ascii="Times New Roman" w:hAnsi="Times New Roman"/>
          <w:color w:val="292C2F"/>
          <w:sz w:val="20"/>
          <w:szCs w:val="20"/>
          <w:shd w:val="clear" w:color="auto" w:fill="F8F8F8"/>
        </w:rPr>
        <w:t>ул</w:t>
      </w:r>
      <w:proofErr w:type="spellEnd"/>
      <w:r w:rsidR="00A21623" w:rsidRPr="00A21623">
        <w:rPr>
          <w:rFonts w:ascii="Times New Roman" w:hAnsi="Times New Roman"/>
          <w:color w:val="292C2F"/>
          <w:sz w:val="20"/>
          <w:szCs w:val="20"/>
          <w:shd w:val="clear" w:color="auto" w:fill="F8F8F8"/>
        </w:rPr>
        <w:t xml:space="preserve"> Строителей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>. Кадастровый номер: 03:23:010</w:t>
      </w:r>
      <w:r w:rsidR="00A21623">
        <w:rPr>
          <w:rFonts w:ascii="Times New Roman" w:eastAsia="Times New Roman" w:hAnsi="Times New Roman"/>
          <w:sz w:val="20"/>
          <w:szCs w:val="20"/>
          <w:lang w:eastAsia="ru-RU"/>
        </w:rPr>
        <w:t>108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A21623">
        <w:rPr>
          <w:rFonts w:ascii="Times New Roman" w:eastAsia="Times New Roman" w:hAnsi="Times New Roman"/>
          <w:sz w:val="20"/>
          <w:szCs w:val="20"/>
          <w:lang w:eastAsia="ru-RU"/>
        </w:rPr>
        <w:t>145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 xml:space="preserve">, площадью: </w:t>
      </w:r>
      <w:r w:rsidR="00A21623">
        <w:rPr>
          <w:rFonts w:ascii="Times New Roman" w:eastAsia="Times New Roman" w:hAnsi="Times New Roman"/>
          <w:sz w:val="20"/>
          <w:szCs w:val="20"/>
          <w:lang w:eastAsia="ru-RU"/>
        </w:rPr>
        <w:t>1319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 xml:space="preserve">. Разрешенное использование: </w:t>
      </w:r>
      <w:r w:rsidR="00A21623">
        <w:rPr>
          <w:rFonts w:ascii="Times New Roman" w:eastAsia="Times New Roman" w:hAnsi="Times New Roman"/>
          <w:sz w:val="20"/>
          <w:szCs w:val="20"/>
          <w:lang w:eastAsia="ru-RU"/>
        </w:rPr>
        <w:t>для ведения</w:t>
      </w:r>
      <w:r w:rsidR="00F1208A">
        <w:rPr>
          <w:rFonts w:ascii="Times New Roman" w:eastAsia="Times New Roman" w:hAnsi="Times New Roman"/>
          <w:sz w:val="20"/>
          <w:szCs w:val="20"/>
          <w:lang w:eastAsia="ru-RU"/>
        </w:rPr>
        <w:t xml:space="preserve"> садоводства</w:t>
      </w:r>
      <w:bookmarkStart w:id="2" w:name="_GoBack"/>
      <w:bookmarkEnd w:id="2"/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31341E" w:rsidRDefault="00A21623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- Республика Бурятия, г. Северобайкальск,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мкр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12-й</w:t>
      </w:r>
      <w:r w:rsidRPr="00E4308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563</w:t>
      </w:r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A21623">
        <w:rPr>
          <w:rFonts w:ascii="Times New Roman" w:eastAsia="Times New Roman" w:hAnsi="Times New Roman"/>
          <w:sz w:val="20"/>
          <w:szCs w:val="20"/>
          <w:lang w:eastAsia="ru-RU"/>
        </w:rPr>
        <w:t>. Разрешенное использование: для индивидуального жилищного строительства.</w:t>
      </w:r>
    </w:p>
    <w:p w:rsidR="007032B2" w:rsidRDefault="007032B2" w:rsidP="00A854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</w:t>
      </w:r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hyperlink r:id="rId8" w:history="1">
        <w:r w:rsidR="00077E10" w:rsidRPr="00B73B51">
          <w:rPr>
            <w:rStyle w:val="a4"/>
            <w:rFonts w:ascii="Times New Roman" w:eastAsia="Times New Roman" w:hAnsi="Times New Roman"/>
            <w:sz w:val="20"/>
            <w:szCs w:val="20"/>
            <w:lang w:eastAsia="ru-RU"/>
          </w:rPr>
          <w:t>https://severobajkalsk-r81.gosweb.gosuslugi.ru/</w:t>
        </w:r>
      </w:hyperlink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 (Деятельность-городское</w:t>
      </w:r>
      <w:r w:rsidR="00077E1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хозяйство-земельные отношения-извещения).</w:t>
      </w:r>
    </w:p>
    <w:p w:rsidR="00F8534D" w:rsidRPr="00FF51D3" w:rsidRDefault="00F8534D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640A" w:rsidRPr="00FF51D3" w:rsidRDefault="00CA640A" w:rsidP="00CA640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 xml:space="preserve">Исп. </w:t>
      </w:r>
      <w:proofErr w:type="spellStart"/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Вырупаева</w:t>
      </w:r>
      <w:proofErr w:type="spellEnd"/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 xml:space="preserve"> Марина Сергеевна</w:t>
      </w:r>
    </w:p>
    <w:p w:rsidR="00CA640A" w:rsidRPr="00FF51D3" w:rsidRDefault="00CA640A" w:rsidP="00FF51D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2-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r w:rsidRPr="00FF51D3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="00F74AE9">
        <w:rPr>
          <w:rFonts w:ascii="Times New Roman" w:eastAsia="Times New Roman" w:hAnsi="Times New Roman"/>
          <w:sz w:val="20"/>
          <w:szCs w:val="20"/>
          <w:lang w:eastAsia="ru-RU"/>
        </w:rPr>
        <w:t>33</w:t>
      </w:r>
    </w:p>
    <w:sectPr w:rsidR="00CA640A" w:rsidRPr="00FF51D3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652CA"/>
    <w:rsid w:val="00077E10"/>
    <w:rsid w:val="00093157"/>
    <w:rsid w:val="000D2539"/>
    <w:rsid w:val="00131659"/>
    <w:rsid w:val="00170CEB"/>
    <w:rsid w:val="00197C64"/>
    <w:rsid w:val="001A3CA2"/>
    <w:rsid w:val="001A5F24"/>
    <w:rsid w:val="001D2CCA"/>
    <w:rsid w:val="0021407B"/>
    <w:rsid w:val="00217C48"/>
    <w:rsid w:val="0023490D"/>
    <w:rsid w:val="002B6B4F"/>
    <w:rsid w:val="0031341E"/>
    <w:rsid w:val="00362772"/>
    <w:rsid w:val="0037200D"/>
    <w:rsid w:val="00392E97"/>
    <w:rsid w:val="003F7E03"/>
    <w:rsid w:val="00425494"/>
    <w:rsid w:val="00433AC3"/>
    <w:rsid w:val="004814DE"/>
    <w:rsid w:val="004832E8"/>
    <w:rsid w:val="004E6FA6"/>
    <w:rsid w:val="005672A2"/>
    <w:rsid w:val="005928E8"/>
    <w:rsid w:val="005A2DEB"/>
    <w:rsid w:val="005E456D"/>
    <w:rsid w:val="005F20EB"/>
    <w:rsid w:val="00615F98"/>
    <w:rsid w:val="00666ED9"/>
    <w:rsid w:val="006C2E44"/>
    <w:rsid w:val="006D5A35"/>
    <w:rsid w:val="007032B2"/>
    <w:rsid w:val="007B20EA"/>
    <w:rsid w:val="007B66FA"/>
    <w:rsid w:val="007E3185"/>
    <w:rsid w:val="008A1C75"/>
    <w:rsid w:val="008D20B0"/>
    <w:rsid w:val="008F59FF"/>
    <w:rsid w:val="00903D8A"/>
    <w:rsid w:val="009665EA"/>
    <w:rsid w:val="00967EB0"/>
    <w:rsid w:val="00972362"/>
    <w:rsid w:val="00992243"/>
    <w:rsid w:val="009C7C07"/>
    <w:rsid w:val="009D6CDC"/>
    <w:rsid w:val="00A053E3"/>
    <w:rsid w:val="00A21623"/>
    <w:rsid w:val="00A32820"/>
    <w:rsid w:val="00A4329B"/>
    <w:rsid w:val="00A8541E"/>
    <w:rsid w:val="00A85806"/>
    <w:rsid w:val="00A9142E"/>
    <w:rsid w:val="00AE4BF1"/>
    <w:rsid w:val="00BA2012"/>
    <w:rsid w:val="00C04ABE"/>
    <w:rsid w:val="00C54EE2"/>
    <w:rsid w:val="00CA640A"/>
    <w:rsid w:val="00CB7FA5"/>
    <w:rsid w:val="00CD4BE2"/>
    <w:rsid w:val="00CE493E"/>
    <w:rsid w:val="00D45DE1"/>
    <w:rsid w:val="00DA26E2"/>
    <w:rsid w:val="00DB79E9"/>
    <w:rsid w:val="00DD7480"/>
    <w:rsid w:val="00E43082"/>
    <w:rsid w:val="00E55A8D"/>
    <w:rsid w:val="00EF2AD2"/>
    <w:rsid w:val="00EF3D53"/>
    <w:rsid w:val="00F04AF4"/>
    <w:rsid w:val="00F1208A"/>
    <w:rsid w:val="00F27BDD"/>
    <w:rsid w:val="00F34BDF"/>
    <w:rsid w:val="00F74AE9"/>
    <w:rsid w:val="00F8534D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D5C35D0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34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  <w:style w:type="paragraph" w:customStyle="1" w:styleId="1">
    <w:name w:val="Абзац списка1"/>
    <w:basedOn w:val="a"/>
    <w:qFormat/>
    <w:rsid w:val="00CD4BE2"/>
    <w:pPr>
      <w:suppressAutoHyphens/>
      <w:spacing w:after="0" w:line="240" w:lineRule="auto"/>
      <w:ind w:left="720"/>
      <w:contextualSpacing/>
    </w:pPr>
    <w:rPr>
      <w:rFonts w:cs="Calibri"/>
      <w:lang w:val="en-US" w:eastAsia="zh-CN"/>
    </w:rPr>
  </w:style>
  <w:style w:type="character" w:styleId="a5">
    <w:name w:val="Unresolved Mention"/>
    <w:basedOn w:val="a0"/>
    <w:uiPriority w:val="99"/>
    <w:semiHidden/>
    <w:unhideWhenUsed/>
    <w:rsid w:val="007B20E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F74A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erobajkalsk-r81.gosweb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omitet-sb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verobajkalsk-r81.gosweb.gosuslugi.ru/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2054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КУГХ земля 5</cp:lastModifiedBy>
  <cp:revision>52</cp:revision>
  <cp:lastPrinted>2025-06-09T07:31:00Z</cp:lastPrinted>
  <dcterms:created xsi:type="dcterms:W3CDTF">2021-11-08T01:12:00Z</dcterms:created>
  <dcterms:modified xsi:type="dcterms:W3CDTF">2025-06-09T07:55:00Z</dcterms:modified>
</cp:coreProperties>
</file>